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4F790E78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FF0BBC" w:rsidRPr="00B64F3F">
              <w:rPr>
                <w:rFonts w:eastAsia="Calibri"/>
              </w:rPr>
              <w:t xml:space="preserve">Koksvere Maanaiste Seltsi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3DD56EE8" w:rsidR="00F21C04" w:rsidRPr="00645CA1" w:rsidRDefault="00FF0BBC" w:rsidP="00E06C31">
            <w:pPr>
              <w:rPr>
                <w:rFonts w:ascii="Times New Roman" w:eastAsia="Calibri" w:hAnsi="Times New Roman" w:cs="Times New Roman"/>
              </w:rPr>
            </w:pPr>
            <w:r w:rsidRPr="00B64F3F">
              <w:rPr>
                <w:rFonts w:eastAsia="Calibri"/>
              </w:rPr>
              <w:t>Koksvere Maanaiste Seltsi</w:t>
            </w:r>
            <w:r w:rsidR="00F21C04" w:rsidRPr="00B64F3F">
              <w:rPr>
                <w:rFonts w:ascii="Times New Roman" w:eastAsia="Calibri" w:hAnsi="Times New Roman" w:cs="Times New Roman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25A07881" w:rsidR="00F21C04" w:rsidRPr="00B64F3F" w:rsidRDefault="00FF0BBC" w:rsidP="00E06C31">
            <w:pPr>
              <w:rPr>
                <w:rFonts w:ascii="Times New Roman" w:eastAsia="Calibri" w:hAnsi="Times New Roman" w:cs="Times New Roman"/>
              </w:rPr>
            </w:pPr>
            <w:r w:rsidRPr="00B64F3F">
              <w:rPr>
                <w:rFonts w:ascii="Times New Roman" w:eastAsia="Calibri" w:hAnsi="Times New Roman" w:cs="Times New Roman"/>
              </w:rPr>
              <w:t>Aino Rebane</w:t>
            </w:r>
            <w:r w:rsidR="00F21C04" w:rsidRPr="00B64F3F">
              <w:rPr>
                <w:rFonts w:ascii="Times New Roman" w:eastAsia="Calibri" w:hAnsi="Times New Roman" w:cs="Times New Roman"/>
              </w:rPr>
              <w:t xml:space="preserve">, </w:t>
            </w:r>
            <w:r w:rsidRPr="00B64F3F">
              <w:rPr>
                <w:rFonts w:ascii="Times New Roman" w:eastAsia="Calibri" w:hAnsi="Times New Roman" w:cs="Times New Roman"/>
              </w:rPr>
              <w:t>aino.rebane@gmail.com</w:t>
            </w:r>
            <w:r w:rsidR="00F21C04" w:rsidRPr="00B64F3F">
              <w:rPr>
                <w:rFonts w:ascii="Times New Roman" w:eastAsia="Calibri" w:hAnsi="Times New Roman" w:cs="Times New Roman"/>
              </w:rPr>
              <w:t xml:space="preserve">, </w:t>
            </w:r>
            <w:r w:rsidRPr="00B64F3F">
              <w:rPr>
                <w:rFonts w:ascii="Times New Roman" w:eastAsia="Calibri" w:hAnsi="Times New Roman" w:cs="Times New Roman"/>
              </w:rPr>
              <w:t>505 1472.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31397028" w:rsidR="00F21C04" w:rsidRPr="00B64F3F" w:rsidRDefault="00FF0BBC" w:rsidP="00E06C31">
            <w:pPr>
              <w:rPr>
                <w:rFonts w:ascii="Times New Roman" w:eastAsia="Calibri" w:hAnsi="Times New Roman" w:cs="Times New Roman"/>
              </w:rPr>
            </w:pPr>
            <w:r w:rsidRPr="00B64F3F">
              <w:rPr>
                <w:rFonts w:ascii="Times New Roman" w:eastAsia="Calibri" w:hAnsi="Times New Roman" w:cs="Times New Roman"/>
              </w:rPr>
              <w:t>S</w:t>
            </w:r>
            <w:r w:rsidR="006A5AD6" w:rsidRPr="00B64F3F">
              <w:rPr>
                <w:rFonts w:ascii="Times New Roman" w:eastAsia="Calibri" w:hAnsi="Times New Roman" w:cs="Times New Roman"/>
              </w:rPr>
              <w:t xml:space="preserve">wedbank </w:t>
            </w:r>
            <w:r w:rsidR="006A5AD6" w:rsidRPr="00B64F3F">
              <w:t>EE172200221023380625</w:t>
            </w:r>
            <w:r w:rsidRPr="00B64F3F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4967A40F" w:rsidR="00F21C04" w:rsidRPr="00B64F3F" w:rsidRDefault="006A5AD6" w:rsidP="00E06C31">
            <w:pPr>
              <w:rPr>
                <w:rFonts w:ascii="Times New Roman" w:eastAsia="Calibri" w:hAnsi="Times New Roman" w:cs="Times New Roman"/>
              </w:rPr>
            </w:pPr>
            <w:r w:rsidRPr="00B64F3F">
              <w:rPr>
                <w:rFonts w:eastAsia="Calibri"/>
              </w:rPr>
              <w:t xml:space="preserve">Põhikirja </w:t>
            </w:r>
            <w:r w:rsidR="00F21C04" w:rsidRPr="00B64F3F">
              <w:rPr>
                <w:rFonts w:ascii="Times New Roman" w:eastAsia="Calibri" w:hAnsi="Times New Roman" w:cs="Times New Roman"/>
              </w:rPr>
              <w:t xml:space="preserve">alusel </w:t>
            </w:r>
            <w:r w:rsidRPr="00B64F3F">
              <w:rPr>
                <w:rFonts w:ascii="Times New Roman" w:eastAsia="Calibri" w:hAnsi="Times New Roman" w:cs="Times New Roman"/>
              </w:rPr>
              <w:t>juhatuse liige, Aino Rebane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90CF0" w14:textId="77777777" w:rsidR="00F26918" w:rsidRDefault="00F26918" w:rsidP="00DF44DF">
      <w:r>
        <w:separator/>
      </w:r>
    </w:p>
  </w:endnote>
  <w:endnote w:type="continuationSeparator" w:id="0">
    <w:p w14:paraId="41975115" w14:textId="77777777" w:rsidR="00F26918" w:rsidRDefault="00F26918" w:rsidP="00DF44DF">
      <w:r>
        <w:continuationSeparator/>
      </w:r>
    </w:p>
  </w:endnote>
  <w:endnote w:type="continuationNotice" w:id="1">
    <w:p w14:paraId="725BEC2E" w14:textId="77777777" w:rsidR="00F26918" w:rsidRDefault="00F2691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304C3" w14:textId="77777777" w:rsidR="00F26918" w:rsidRDefault="00F26918" w:rsidP="00DF44DF">
      <w:r>
        <w:separator/>
      </w:r>
    </w:p>
  </w:footnote>
  <w:footnote w:type="continuationSeparator" w:id="0">
    <w:p w14:paraId="54089C23" w14:textId="77777777" w:rsidR="00F26918" w:rsidRDefault="00F26918" w:rsidP="00DF44DF">
      <w:r>
        <w:continuationSeparator/>
      </w:r>
    </w:p>
  </w:footnote>
  <w:footnote w:type="continuationNotice" w:id="1">
    <w:p w14:paraId="5BABDC51" w14:textId="77777777" w:rsidR="00F26918" w:rsidRDefault="00F2691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A5AD6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64F3F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26918"/>
    <w:rsid w:val="00F44A62"/>
    <w:rsid w:val="00F5446C"/>
    <w:rsid w:val="00F73D45"/>
    <w:rsid w:val="00F9645B"/>
    <w:rsid w:val="00FC7E7E"/>
    <w:rsid w:val="00FF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mall.dotx</Template>
  <TotalTime>18</TotalTime>
  <Pages>1</Pages>
  <Words>202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RMK</cp:lastModifiedBy>
  <cp:revision>5</cp:revision>
  <cp:lastPrinted>2014-04-02T13:57:00Z</cp:lastPrinted>
  <dcterms:created xsi:type="dcterms:W3CDTF">2023-03-21T09:50:00Z</dcterms:created>
  <dcterms:modified xsi:type="dcterms:W3CDTF">2023-03-21T10:08:00Z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